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638F5" w:rsidRPr="004A327B" w14:paraId="27946E71" w14:textId="77777777" w:rsidTr="00F93E82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3D08C" w14:textId="77777777" w:rsidR="006638F5" w:rsidRPr="004A327B" w:rsidRDefault="006638F5" w:rsidP="00F93E82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6638F5" w14:paraId="3A8BE7CE" w14:textId="77777777" w:rsidTr="00F93E82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DA7E4" w14:textId="77777777" w:rsidR="006638F5" w:rsidRDefault="006638F5" w:rsidP="00F93E82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17FE8A35" w14:textId="77777777" w:rsidR="006638F5" w:rsidRDefault="006638F5" w:rsidP="00F93E82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1B08C575" w14:textId="77777777" w:rsidR="006638F5" w:rsidRDefault="006638F5" w:rsidP="00F93E82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6638F5" w14:paraId="10AAE1CF" w14:textId="77777777" w:rsidTr="00F93E82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89C8F" w14:textId="77777777" w:rsidR="006638F5" w:rsidRDefault="006638F5" w:rsidP="00F93E82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6638F5" w:rsidRPr="00741DEC" w14:paraId="07EC9DE3" w14:textId="77777777" w:rsidTr="00F93E82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57D19" w14:textId="77777777" w:rsidR="006638F5" w:rsidRPr="00741DEC" w:rsidRDefault="006638F5" w:rsidP="00F93E82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"Р1. Зона озелененных территорий общего пользования" МО сельского поселения Ура-Губа Кольского муниципального района Мурманской области</w:t>
            </w:r>
          </w:p>
          <w:p w14:paraId="15BCD2B8" w14:textId="77777777" w:rsidR="006638F5" w:rsidRPr="00741DEC" w:rsidRDefault="006638F5" w:rsidP="00F93E82">
            <w:pPr>
              <w:pStyle w:val="a8"/>
              <w:jc w:val="center"/>
              <w:rPr>
                <w:u w:val="single"/>
              </w:rPr>
            </w:pPr>
          </w:p>
        </w:tc>
      </w:tr>
      <w:tr w:rsidR="006638F5" w:rsidRPr="003C6D38" w14:paraId="74154577" w14:textId="77777777" w:rsidTr="00F93E82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1B40E" w14:textId="77777777" w:rsidR="006638F5" w:rsidRPr="003C6D38" w:rsidRDefault="006638F5" w:rsidP="00F93E82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638F5" w:rsidRPr="005A5528" w14:paraId="597F6581" w14:textId="77777777" w:rsidTr="00F93E82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6D1E6" w14:textId="77777777" w:rsidR="006638F5" w:rsidRPr="005A5528" w:rsidRDefault="006638F5" w:rsidP="00F93E82">
            <w:pPr>
              <w:pStyle w:val="1"/>
              <w:spacing w:line="240" w:lineRule="atLeast"/>
              <w:jc w:val="center"/>
            </w:pPr>
          </w:p>
        </w:tc>
      </w:tr>
      <w:tr w:rsidR="006638F5" w:rsidRPr="005A5528" w14:paraId="6DBEE5F8" w14:textId="77777777" w:rsidTr="00F93E82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5F6EF" w14:textId="77777777" w:rsidR="006638F5" w:rsidRPr="005A5528" w:rsidRDefault="006638F5" w:rsidP="00F93E82">
            <w:pPr>
              <w:pStyle w:val="1"/>
              <w:spacing w:line="240" w:lineRule="atLeast"/>
              <w:jc w:val="center"/>
            </w:pPr>
          </w:p>
        </w:tc>
      </w:tr>
      <w:tr w:rsidR="006638F5" w:rsidRPr="005A5528" w14:paraId="61B4590C" w14:textId="77777777" w:rsidTr="00F93E82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894F4F" w14:textId="77777777" w:rsidR="006638F5" w:rsidRPr="005A5528" w:rsidRDefault="006638F5" w:rsidP="00F93E82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638F5" w:rsidRPr="005A5528" w14:paraId="6167AD88" w14:textId="77777777" w:rsidTr="00F93E82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5EC908E9" w14:textId="77777777" w:rsidR="006638F5" w:rsidRPr="005A5528" w:rsidRDefault="006638F5" w:rsidP="00F93E8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638F5" w:rsidRPr="005A5528" w14:paraId="26A9CB40" w14:textId="77777777" w:rsidTr="00F93E82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617920E8" w14:textId="77777777" w:rsidR="006638F5" w:rsidRPr="005A5528" w:rsidRDefault="006638F5" w:rsidP="00F93E8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7EF050B3" w14:textId="77777777" w:rsidR="006638F5" w:rsidRPr="005A5528" w:rsidRDefault="006638F5" w:rsidP="00F93E8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6454DCDC" w14:textId="77777777" w:rsidR="006638F5" w:rsidRPr="005A5528" w:rsidRDefault="006638F5" w:rsidP="00F93E8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638F5" w:rsidRPr="005A5528" w14:paraId="07391E52" w14:textId="77777777" w:rsidTr="00F93E82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5AE71C3B" w14:textId="77777777" w:rsidR="006638F5" w:rsidRPr="005A5528" w:rsidRDefault="006638F5" w:rsidP="00F93E8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6F32F64C" w14:textId="77777777" w:rsidR="006638F5" w:rsidRPr="005A5528" w:rsidRDefault="006638F5" w:rsidP="00F93E8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111FACE9" w14:textId="77777777" w:rsidR="006638F5" w:rsidRPr="005A5528" w:rsidRDefault="006638F5" w:rsidP="00F93E8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638F5" w:rsidRPr="006638F5" w14:paraId="2E0437AC" w14:textId="77777777" w:rsidTr="00F93E82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354CE1B1" w14:textId="77777777" w:rsidR="006638F5" w:rsidRPr="005A5528" w:rsidRDefault="006638F5" w:rsidP="00F93E8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617B1C17" w14:textId="77777777" w:rsidR="006638F5" w:rsidRPr="005A5528" w:rsidRDefault="006638F5" w:rsidP="00F93E82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4AF1818F" w14:textId="77777777" w:rsidR="006638F5" w:rsidRPr="006638F5" w:rsidRDefault="006638F5" w:rsidP="00F93E82">
            <w:pPr>
              <w:pStyle w:val="1"/>
              <w:rPr>
                <w:sz w:val="20"/>
                <w:szCs w:val="24"/>
              </w:rPr>
            </w:pPr>
            <w:r w:rsidRPr="006638F5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6638F5" w:rsidRPr="005A5528" w14:paraId="00758234" w14:textId="77777777" w:rsidTr="00F93E82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72D88A76" w14:textId="77777777" w:rsidR="006638F5" w:rsidRPr="005A5528" w:rsidRDefault="006638F5" w:rsidP="00F93E82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7844CDEB" w14:textId="77777777" w:rsidR="006638F5" w:rsidRPr="005A5528" w:rsidRDefault="006638F5" w:rsidP="00F93E82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029CB6B9" w14:textId="77777777" w:rsidR="006638F5" w:rsidRPr="005A5528" w:rsidRDefault="006638F5" w:rsidP="00F93E82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511A7E8B" w14:textId="77777777" w:rsidR="006638F5" w:rsidRPr="005A5528" w:rsidRDefault="006638F5" w:rsidP="00F93E82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11666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37.80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638F5" w:rsidRPr="005A5528" w14:paraId="483E80A3" w14:textId="77777777" w:rsidTr="00F93E82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3710B7FE" w14:textId="77777777" w:rsidR="006638F5" w:rsidRPr="005A5528" w:rsidRDefault="006638F5" w:rsidP="00F93E82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176F6079" w14:textId="77777777" w:rsidR="006638F5" w:rsidRPr="005A5528" w:rsidRDefault="006638F5" w:rsidP="00F93E82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26D4AEB1" w14:textId="77777777" w:rsidR="006638F5" w:rsidRPr="005A5528" w:rsidRDefault="006638F5" w:rsidP="00F93E82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6B8B196D" w14:textId="10F122AD" w:rsidR="006638F5" w:rsidRDefault="006638F5">
      <w:pPr>
        <w:rPr>
          <w:sz w:val="20"/>
          <w:szCs w:val="20"/>
        </w:rPr>
      </w:pPr>
    </w:p>
    <w:p w14:paraId="0DCBF53B" w14:textId="77777777" w:rsidR="006638F5" w:rsidRDefault="006638F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A462B20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16F219AC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525B6302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17A34E69" w14:textId="77777777" w:rsidTr="005232A7">
        <w:trPr>
          <w:trHeight w:val="430"/>
        </w:trPr>
        <w:tc>
          <w:tcPr>
            <w:tcW w:w="10632" w:type="dxa"/>
            <w:gridSpan w:val="6"/>
          </w:tcPr>
          <w:p w14:paraId="60CF9C12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7FD809E3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6F03CCE3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099E9353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1E00392F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370E92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23868310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7A5EC138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20277B54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25B31444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621D4ADE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18CE2282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5B3713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45120261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5EF22219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0A12F147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13BEDC41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1C146A94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64975BF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28BF0D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6AEA698C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3DDFFDE5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551C1288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30FFCB2A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6021E957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10019BB4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6B4CE0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8326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766079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E32C7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D2029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5E4E3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8EB05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261A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3C3A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44A889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678918.93</w:t>
            </w:r>
          </w:p>
        </w:tc>
        <w:tc>
          <w:tcPr>
            <w:tcW w:w="1562" w:type="dxa"/>
          </w:tcPr>
          <w:p w14:paraId="10AF51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1430296.06</w:t>
            </w:r>
          </w:p>
        </w:tc>
        <w:tc>
          <w:tcPr>
            <w:tcW w:w="2134" w:type="dxa"/>
          </w:tcPr>
          <w:p w14:paraId="30C76A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5532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DC6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0157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C35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5E32F9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678955.00</w:t>
            </w:r>
          </w:p>
        </w:tc>
        <w:tc>
          <w:tcPr>
            <w:tcW w:w="1562" w:type="dxa"/>
          </w:tcPr>
          <w:p w14:paraId="6492F6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1430271.02</w:t>
            </w:r>
          </w:p>
        </w:tc>
        <w:tc>
          <w:tcPr>
            <w:tcW w:w="2134" w:type="dxa"/>
          </w:tcPr>
          <w:p w14:paraId="750102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C15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167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4006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90D0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239F41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678967.26</w:t>
            </w:r>
          </w:p>
        </w:tc>
        <w:tc>
          <w:tcPr>
            <w:tcW w:w="1562" w:type="dxa"/>
          </w:tcPr>
          <w:p w14:paraId="2FA521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1430307.29</w:t>
            </w:r>
          </w:p>
        </w:tc>
        <w:tc>
          <w:tcPr>
            <w:tcW w:w="2134" w:type="dxa"/>
          </w:tcPr>
          <w:p w14:paraId="6D048E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B25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4251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643D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364E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24776C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678975.84</w:t>
            </w:r>
          </w:p>
        </w:tc>
        <w:tc>
          <w:tcPr>
            <w:tcW w:w="1562" w:type="dxa"/>
          </w:tcPr>
          <w:p w14:paraId="14977F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1430323.25</w:t>
            </w:r>
          </w:p>
        </w:tc>
        <w:tc>
          <w:tcPr>
            <w:tcW w:w="2134" w:type="dxa"/>
          </w:tcPr>
          <w:p w14:paraId="1304F8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D03D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437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CB5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99D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3C512B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679004.35</w:t>
            </w:r>
          </w:p>
        </w:tc>
        <w:tc>
          <w:tcPr>
            <w:tcW w:w="1562" w:type="dxa"/>
          </w:tcPr>
          <w:p w14:paraId="10F06B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1430337.29</w:t>
            </w:r>
          </w:p>
        </w:tc>
        <w:tc>
          <w:tcPr>
            <w:tcW w:w="2134" w:type="dxa"/>
          </w:tcPr>
          <w:p w14:paraId="725337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8FD6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2723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D5D3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493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661561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679020.79</w:t>
            </w:r>
          </w:p>
        </w:tc>
        <w:tc>
          <w:tcPr>
            <w:tcW w:w="1562" w:type="dxa"/>
          </w:tcPr>
          <w:p w14:paraId="5D5A7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1430335.16</w:t>
            </w:r>
          </w:p>
        </w:tc>
        <w:tc>
          <w:tcPr>
            <w:tcW w:w="2134" w:type="dxa"/>
          </w:tcPr>
          <w:p w14:paraId="73B20F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1C53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C2C3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D49F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17A5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2C354E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679009.28</w:t>
            </w:r>
          </w:p>
        </w:tc>
        <w:tc>
          <w:tcPr>
            <w:tcW w:w="1562" w:type="dxa"/>
          </w:tcPr>
          <w:p w14:paraId="14043D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1430420.46</w:t>
            </w:r>
          </w:p>
        </w:tc>
        <w:tc>
          <w:tcPr>
            <w:tcW w:w="2134" w:type="dxa"/>
          </w:tcPr>
          <w:p w14:paraId="01C6C9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29B7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E35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A384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FD38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157C1B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678979.59</w:t>
            </w:r>
          </w:p>
        </w:tc>
        <w:tc>
          <w:tcPr>
            <w:tcW w:w="1562" w:type="dxa"/>
          </w:tcPr>
          <w:p w14:paraId="55484D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1430427.06</w:t>
            </w:r>
          </w:p>
        </w:tc>
        <w:tc>
          <w:tcPr>
            <w:tcW w:w="2134" w:type="dxa"/>
          </w:tcPr>
          <w:p w14:paraId="51D32C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2F3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DE4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E0F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117F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6154EE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678962.04</w:t>
            </w:r>
          </w:p>
        </w:tc>
        <w:tc>
          <w:tcPr>
            <w:tcW w:w="1562" w:type="dxa"/>
          </w:tcPr>
          <w:p w14:paraId="125CC2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1430428.10</w:t>
            </w:r>
          </w:p>
        </w:tc>
        <w:tc>
          <w:tcPr>
            <w:tcW w:w="2134" w:type="dxa"/>
          </w:tcPr>
          <w:p w14:paraId="0BA401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D73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A5C6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F2B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2437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1A6277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678944.13</w:t>
            </w:r>
          </w:p>
        </w:tc>
        <w:tc>
          <w:tcPr>
            <w:tcW w:w="1562" w:type="dxa"/>
          </w:tcPr>
          <w:p w14:paraId="4E9307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1430422.50</w:t>
            </w:r>
          </w:p>
        </w:tc>
        <w:tc>
          <w:tcPr>
            <w:tcW w:w="2134" w:type="dxa"/>
          </w:tcPr>
          <w:p w14:paraId="798B92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8012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5505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4CF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2B3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5165D9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678929.93</w:t>
            </w:r>
          </w:p>
        </w:tc>
        <w:tc>
          <w:tcPr>
            <w:tcW w:w="1562" w:type="dxa"/>
          </w:tcPr>
          <w:p w14:paraId="4B479B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1430374.43</w:t>
            </w:r>
          </w:p>
        </w:tc>
        <w:tc>
          <w:tcPr>
            <w:tcW w:w="2134" w:type="dxa"/>
          </w:tcPr>
          <w:p w14:paraId="151A20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5951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9980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873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E9E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278DB1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678920.43</w:t>
            </w:r>
          </w:p>
        </w:tc>
        <w:tc>
          <w:tcPr>
            <w:tcW w:w="1562" w:type="dxa"/>
          </w:tcPr>
          <w:p w14:paraId="01DA21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1430355.32</w:t>
            </w:r>
          </w:p>
        </w:tc>
        <w:tc>
          <w:tcPr>
            <w:tcW w:w="2134" w:type="dxa"/>
          </w:tcPr>
          <w:p w14:paraId="284676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CD4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281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DB26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638B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73FB02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678922.11</w:t>
            </w:r>
          </w:p>
        </w:tc>
        <w:tc>
          <w:tcPr>
            <w:tcW w:w="1562" w:type="dxa"/>
          </w:tcPr>
          <w:p w14:paraId="7FA24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1430354.03</w:t>
            </w:r>
          </w:p>
        </w:tc>
        <w:tc>
          <w:tcPr>
            <w:tcW w:w="2134" w:type="dxa"/>
          </w:tcPr>
          <w:p w14:paraId="108749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2A4D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EEDE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7005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6D4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306FCA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678923.00</w:t>
            </w:r>
          </w:p>
        </w:tc>
        <w:tc>
          <w:tcPr>
            <w:tcW w:w="1562" w:type="dxa"/>
          </w:tcPr>
          <w:p w14:paraId="4BB92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1430335.95</w:t>
            </w:r>
          </w:p>
        </w:tc>
        <w:tc>
          <w:tcPr>
            <w:tcW w:w="2134" w:type="dxa"/>
          </w:tcPr>
          <w:p w14:paraId="183741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E621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A065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D2B3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97B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1D21D3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678925.75</w:t>
            </w:r>
          </w:p>
        </w:tc>
        <w:tc>
          <w:tcPr>
            <w:tcW w:w="1562" w:type="dxa"/>
          </w:tcPr>
          <w:p w14:paraId="35BA3E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1430305.05</w:t>
            </w:r>
          </w:p>
        </w:tc>
        <w:tc>
          <w:tcPr>
            <w:tcW w:w="2134" w:type="dxa"/>
          </w:tcPr>
          <w:p w14:paraId="450F6A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6404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147B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292A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65C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4B56E0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678918.93</w:t>
            </w:r>
          </w:p>
        </w:tc>
        <w:tc>
          <w:tcPr>
            <w:tcW w:w="1562" w:type="dxa"/>
          </w:tcPr>
          <w:p w14:paraId="5EF27E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1430296.06</w:t>
            </w:r>
          </w:p>
        </w:tc>
        <w:tc>
          <w:tcPr>
            <w:tcW w:w="2134" w:type="dxa"/>
          </w:tcPr>
          <w:p w14:paraId="17E46F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A1A9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EE47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BF9C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3EE4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6AC385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9D92D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BBFB1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40EF7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D3643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BC0D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27C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0BA85B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679057.78</w:t>
            </w:r>
          </w:p>
        </w:tc>
        <w:tc>
          <w:tcPr>
            <w:tcW w:w="1562" w:type="dxa"/>
          </w:tcPr>
          <w:p w14:paraId="54C7D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1430432.61</w:t>
            </w:r>
          </w:p>
        </w:tc>
        <w:tc>
          <w:tcPr>
            <w:tcW w:w="2134" w:type="dxa"/>
          </w:tcPr>
          <w:p w14:paraId="124C2A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0454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2DF9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E5B5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6E54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1AB516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679048.73</w:t>
            </w:r>
          </w:p>
        </w:tc>
        <w:tc>
          <w:tcPr>
            <w:tcW w:w="1562" w:type="dxa"/>
          </w:tcPr>
          <w:p w14:paraId="301C9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1430428.20</w:t>
            </w:r>
          </w:p>
        </w:tc>
        <w:tc>
          <w:tcPr>
            <w:tcW w:w="2134" w:type="dxa"/>
          </w:tcPr>
          <w:p w14:paraId="546820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BBF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703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6E75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6A46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0F1EDD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679020.08</w:t>
            </w:r>
          </w:p>
        </w:tc>
        <w:tc>
          <w:tcPr>
            <w:tcW w:w="1562" w:type="dxa"/>
          </w:tcPr>
          <w:p w14:paraId="2E1B21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1430426.06</w:t>
            </w:r>
          </w:p>
        </w:tc>
        <w:tc>
          <w:tcPr>
            <w:tcW w:w="2134" w:type="dxa"/>
          </w:tcPr>
          <w:p w14:paraId="61E0A3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EF75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6A2D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569A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A5E2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64E331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679012.77</w:t>
            </w:r>
          </w:p>
        </w:tc>
        <w:tc>
          <w:tcPr>
            <w:tcW w:w="1562" w:type="dxa"/>
          </w:tcPr>
          <w:p w14:paraId="7AFFB0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1430423.19</w:t>
            </w:r>
          </w:p>
        </w:tc>
        <w:tc>
          <w:tcPr>
            <w:tcW w:w="2134" w:type="dxa"/>
          </w:tcPr>
          <w:p w14:paraId="3E2724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A260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593B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A078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7F96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32BACF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679009.28</w:t>
            </w:r>
          </w:p>
        </w:tc>
        <w:tc>
          <w:tcPr>
            <w:tcW w:w="1562" w:type="dxa"/>
          </w:tcPr>
          <w:p w14:paraId="43C0F8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1430420.46</w:t>
            </w:r>
          </w:p>
        </w:tc>
        <w:tc>
          <w:tcPr>
            <w:tcW w:w="2134" w:type="dxa"/>
          </w:tcPr>
          <w:p w14:paraId="5CFBDB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99B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4546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6C6C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48BE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10D156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678985.73</w:t>
            </w:r>
          </w:p>
        </w:tc>
        <w:tc>
          <w:tcPr>
            <w:tcW w:w="1562" w:type="dxa"/>
          </w:tcPr>
          <w:p w14:paraId="49EB77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1430448.68</w:t>
            </w:r>
          </w:p>
        </w:tc>
        <w:tc>
          <w:tcPr>
            <w:tcW w:w="2134" w:type="dxa"/>
          </w:tcPr>
          <w:p w14:paraId="694B56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32FA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42F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6198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7CE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2EDF2D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678983.79</w:t>
            </w:r>
          </w:p>
        </w:tc>
        <w:tc>
          <w:tcPr>
            <w:tcW w:w="1562" w:type="dxa"/>
          </w:tcPr>
          <w:p w14:paraId="42CEA4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1430451.03</w:t>
            </w:r>
          </w:p>
        </w:tc>
        <w:tc>
          <w:tcPr>
            <w:tcW w:w="2134" w:type="dxa"/>
          </w:tcPr>
          <w:p w14:paraId="0C9B0E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942A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2256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8875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18F4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356ADA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678979.35</w:t>
            </w:r>
          </w:p>
        </w:tc>
        <w:tc>
          <w:tcPr>
            <w:tcW w:w="1562" w:type="dxa"/>
          </w:tcPr>
          <w:p w14:paraId="5F4F5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1430463.64</w:t>
            </w:r>
          </w:p>
        </w:tc>
        <w:tc>
          <w:tcPr>
            <w:tcW w:w="2134" w:type="dxa"/>
          </w:tcPr>
          <w:p w14:paraId="014EB9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1F64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50DF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BAC7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FE0F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3696DB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679001.73</w:t>
            </w:r>
          </w:p>
        </w:tc>
        <w:tc>
          <w:tcPr>
            <w:tcW w:w="1562" w:type="dxa"/>
          </w:tcPr>
          <w:p w14:paraId="547447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1430466.72</w:t>
            </w:r>
          </w:p>
        </w:tc>
        <w:tc>
          <w:tcPr>
            <w:tcW w:w="2134" w:type="dxa"/>
          </w:tcPr>
          <w:p w14:paraId="0BF7BE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A4449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8BC09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21A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769E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29A96A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679003.81</w:t>
            </w:r>
          </w:p>
        </w:tc>
        <w:tc>
          <w:tcPr>
            <w:tcW w:w="1562" w:type="dxa"/>
          </w:tcPr>
          <w:p w14:paraId="636BA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1430460.31</w:t>
            </w:r>
          </w:p>
        </w:tc>
        <w:tc>
          <w:tcPr>
            <w:tcW w:w="2134" w:type="dxa"/>
          </w:tcPr>
          <w:p w14:paraId="349C5C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9EF7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8FD3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A406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8017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14:paraId="2016BD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679009.27</w:t>
            </w:r>
          </w:p>
        </w:tc>
        <w:tc>
          <w:tcPr>
            <w:tcW w:w="1562" w:type="dxa"/>
          </w:tcPr>
          <w:p w14:paraId="237D0E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1430463.40</w:t>
            </w:r>
          </w:p>
        </w:tc>
        <w:tc>
          <w:tcPr>
            <w:tcW w:w="2134" w:type="dxa"/>
          </w:tcPr>
          <w:p w14:paraId="0FAC10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C76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1D00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5922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9328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6A7406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679009.40</w:t>
            </w:r>
          </w:p>
        </w:tc>
        <w:tc>
          <w:tcPr>
            <w:tcW w:w="1562" w:type="dxa"/>
          </w:tcPr>
          <w:p w14:paraId="003AEF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1430452.42</w:t>
            </w:r>
          </w:p>
        </w:tc>
        <w:tc>
          <w:tcPr>
            <w:tcW w:w="2134" w:type="dxa"/>
          </w:tcPr>
          <w:p w14:paraId="7014BB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5ED0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6BC4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9204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8A15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095FE7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679012.43</w:t>
            </w:r>
          </w:p>
        </w:tc>
        <w:tc>
          <w:tcPr>
            <w:tcW w:w="1562" w:type="dxa"/>
          </w:tcPr>
          <w:p w14:paraId="3F4D03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1430444.94</w:t>
            </w:r>
          </w:p>
        </w:tc>
        <w:tc>
          <w:tcPr>
            <w:tcW w:w="2134" w:type="dxa"/>
          </w:tcPr>
          <w:p w14:paraId="0883D0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E295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8258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23D3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CE04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7F9A59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679012.92</w:t>
            </w:r>
          </w:p>
        </w:tc>
        <w:tc>
          <w:tcPr>
            <w:tcW w:w="1562" w:type="dxa"/>
          </w:tcPr>
          <w:p w14:paraId="5F5DE7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1430445.14</w:t>
            </w:r>
          </w:p>
        </w:tc>
        <w:tc>
          <w:tcPr>
            <w:tcW w:w="2134" w:type="dxa"/>
          </w:tcPr>
          <w:p w14:paraId="308612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7726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1747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B42F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69C1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512805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679023.41</w:t>
            </w:r>
          </w:p>
        </w:tc>
        <w:tc>
          <w:tcPr>
            <w:tcW w:w="1562" w:type="dxa"/>
          </w:tcPr>
          <w:p w14:paraId="076BAB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1430448.82</w:t>
            </w:r>
          </w:p>
        </w:tc>
        <w:tc>
          <w:tcPr>
            <w:tcW w:w="2134" w:type="dxa"/>
          </w:tcPr>
          <w:p w14:paraId="48A8E3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1979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5DB3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F45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7F8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61560F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679025.36</w:t>
            </w:r>
          </w:p>
        </w:tc>
        <w:tc>
          <w:tcPr>
            <w:tcW w:w="1562" w:type="dxa"/>
          </w:tcPr>
          <w:p w14:paraId="3D8CF3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1430444.12</w:t>
            </w:r>
          </w:p>
        </w:tc>
        <w:tc>
          <w:tcPr>
            <w:tcW w:w="2134" w:type="dxa"/>
          </w:tcPr>
          <w:p w14:paraId="637351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16F9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7CC1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BBE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95E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2D0030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679028.57</w:t>
            </w:r>
          </w:p>
        </w:tc>
        <w:tc>
          <w:tcPr>
            <w:tcW w:w="1562" w:type="dxa"/>
          </w:tcPr>
          <w:p w14:paraId="7B6209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1430441.39</w:t>
            </w:r>
          </w:p>
        </w:tc>
        <w:tc>
          <w:tcPr>
            <w:tcW w:w="2134" w:type="dxa"/>
          </w:tcPr>
          <w:p w14:paraId="7B07FB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4A9D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871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6C9F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231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32B470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679049.38</w:t>
            </w:r>
          </w:p>
        </w:tc>
        <w:tc>
          <w:tcPr>
            <w:tcW w:w="1562" w:type="dxa"/>
          </w:tcPr>
          <w:p w14:paraId="4F45D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1430449.67</w:t>
            </w:r>
          </w:p>
        </w:tc>
        <w:tc>
          <w:tcPr>
            <w:tcW w:w="2134" w:type="dxa"/>
          </w:tcPr>
          <w:p w14:paraId="45E88C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C48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139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15CB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3234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0C0491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679057.78</w:t>
            </w:r>
          </w:p>
        </w:tc>
        <w:tc>
          <w:tcPr>
            <w:tcW w:w="1562" w:type="dxa"/>
          </w:tcPr>
          <w:p w14:paraId="265A11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1430432.61</w:t>
            </w:r>
          </w:p>
        </w:tc>
        <w:tc>
          <w:tcPr>
            <w:tcW w:w="2134" w:type="dxa"/>
          </w:tcPr>
          <w:p w14:paraId="6853E1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F5EF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24B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1101F6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101F767B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0BF5FC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0184F377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647CDF70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2594C94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57FA2B7D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336348EE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02F1A93B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18A81D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76F5B8D0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4BBFFFC9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1FC492DF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5343281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5266B5BA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49568E9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63D4D0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046E72E8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1C3AEE33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1BD0CBAF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3422B20C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3215360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72C7535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6B7E0299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763F4DD4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7599B18D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243D7206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644C1723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56207414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3611FF5A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5C369ECB" w14:textId="77777777" w:rsidR="00473FBD" w:rsidRDefault="00473FBD"/>
    <w:sectPr w:rsidR="00473FBD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A91E3" w14:textId="77777777" w:rsidR="00473FBD" w:rsidRDefault="00473FBD">
      <w:r>
        <w:separator/>
      </w:r>
    </w:p>
  </w:endnote>
  <w:endnote w:type="continuationSeparator" w:id="0">
    <w:p w14:paraId="06EFB448" w14:textId="77777777" w:rsidR="00473FBD" w:rsidRDefault="0047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72442" w14:textId="77777777" w:rsidR="00473FBD" w:rsidRDefault="00473FBD">
      <w:r>
        <w:separator/>
      </w:r>
    </w:p>
  </w:footnote>
  <w:footnote w:type="continuationSeparator" w:id="0">
    <w:p w14:paraId="70A69152" w14:textId="77777777" w:rsidR="00473FBD" w:rsidRDefault="00473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73FBD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638F5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7A14E7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26</cp:revision>
  <dcterms:created xsi:type="dcterms:W3CDTF">2019-02-08T11:42:00Z</dcterms:created>
  <dcterms:modified xsi:type="dcterms:W3CDTF">2025-10-24T08:45:00Z</dcterms:modified>
</cp:coreProperties>
</file>